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98A11" w14:textId="494C3BDB" w:rsidR="00270FCA" w:rsidRDefault="00F5722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A11B3A" wp14:editId="451219C3">
                <wp:simplePos x="0" y="0"/>
                <wp:positionH relativeFrom="page">
                  <wp:posOffset>5154295</wp:posOffset>
                </wp:positionH>
                <wp:positionV relativeFrom="paragraph">
                  <wp:posOffset>9134475</wp:posOffset>
                </wp:positionV>
                <wp:extent cx="2571750" cy="342900"/>
                <wp:effectExtent l="0" t="0" r="0" b="0"/>
                <wp:wrapNone/>
                <wp:docPr id="13067534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1880B" w14:textId="77777777" w:rsidR="00F57221" w:rsidRPr="00F57221" w:rsidRDefault="00F57221" w:rsidP="00F57221">
                            <w:pPr>
                              <w:jc w:val="center"/>
                              <w:rPr>
                                <w:color w:val="4472C4" w:themeColor="accent1"/>
                                <w:sz w:val="22"/>
                                <w:szCs w:val="22"/>
                              </w:rPr>
                            </w:pPr>
                            <w:r w:rsidRPr="00F57221">
                              <w:rPr>
                                <w:color w:val="4472C4" w:themeColor="accent1"/>
                                <w:sz w:val="22"/>
                                <w:szCs w:val="22"/>
                              </w:rPr>
                              <w:t>www.bluelayouts.org</w:t>
                            </w:r>
                          </w:p>
                          <w:p w14:paraId="1BECD34F" w14:textId="77777777" w:rsidR="00F57221" w:rsidRPr="00F57221" w:rsidRDefault="00F57221" w:rsidP="00F57221">
                            <w:pPr>
                              <w:jc w:val="center"/>
                              <w:rPr>
                                <w:color w:val="4472C4" w:themeColor="accent1"/>
                                <w:sz w:val="1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A11B3A" id="_x0000_t202" coordsize="21600,21600" o:spt="202" path="m,l,21600r21600,l21600,xe">
                <v:stroke joinstyle="miter"/>
                <v:path gradientshapeok="t" o:connecttype="rect"/>
              </v:shapetype>
              <v:shape id="Text Box 116" o:spid="_x0000_s1026" type="#_x0000_t202" style="position:absolute;margin-left:405.85pt;margin-top:719.25pt;width:202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" stroked="f">
                <v:textbox>
                  <w:txbxContent>
                    <w:p w14:paraId="3CA1880B" w14:textId="77777777" w:rsidR="00F57221" w:rsidRPr="00F57221" w:rsidRDefault="00F57221" w:rsidP="00F57221">
                      <w:pPr>
                        <w:jc w:val="center"/>
                        <w:rPr>
                          <w:color w:val="4472C4" w:themeColor="accent1"/>
                          <w:sz w:val="22"/>
                          <w:szCs w:val="22"/>
                        </w:rPr>
                      </w:pPr>
                      <w:r w:rsidRPr="00F57221">
                        <w:rPr>
                          <w:color w:val="4472C4" w:themeColor="accent1"/>
                          <w:sz w:val="22"/>
                          <w:szCs w:val="22"/>
                        </w:rPr>
                        <w:t>www.bluelayouts.org</w:t>
                      </w:r>
                    </w:p>
                    <w:p w14:paraId="1BECD34F" w14:textId="77777777" w:rsidR="00F57221" w:rsidRPr="00F57221" w:rsidRDefault="00F57221" w:rsidP="00F57221">
                      <w:pPr>
                        <w:jc w:val="center"/>
                        <w:rPr>
                          <w:color w:val="4472C4" w:themeColor="accent1"/>
                          <w:sz w:val="14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3522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C6BF9A" wp14:editId="51ABA052">
                <wp:simplePos x="0" y="0"/>
                <wp:positionH relativeFrom="column">
                  <wp:posOffset>219075</wp:posOffset>
                </wp:positionH>
                <wp:positionV relativeFrom="paragraph">
                  <wp:posOffset>9629775</wp:posOffset>
                </wp:positionV>
                <wp:extent cx="2571750" cy="342900"/>
                <wp:effectExtent l="0" t="0" r="0" b="0"/>
                <wp:wrapNone/>
                <wp:docPr id="190727940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5B323" w14:textId="77777777" w:rsidR="00635227" w:rsidRPr="00FE7926" w:rsidRDefault="00635227" w:rsidP="00635227">
                            <w:pPr>
                              <w:jc w:val="center"/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</w:pPr>
                            <w:r w:rsidRPr="00FE7926">
                              <w:rPr>
                                <w:color w:val="4472C4" w:themeColor="accent1"/>
                                <w:sz w:val="28"/>
                                <w:szCs w:val="28"/>
                              </w:rPr>
                              <w:t>www.bluelayouts.org</w:t>
                            </w:r>
                          </w:p>
                          <w:p w14:paraId="0975FF1D" w14:textId="77777777" w:rsidR="00635227" w:rsidRPr="00FE7926" w:rsidRDefault="00635227" w:rsidP="00635227">
                            <w:pPr>
                              <w:jc w:val="center"/>
                              <w:rPr>
                                <w:color w:val="4472C4" w:themeColor="accent1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6BF9A" id="Text Box 3" o:spid="_x0000_s1027" type="#_x0000_t202" style="position:absolute;margin-left:17.25pt;margin-top:758.25pt;width:202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">
                <v:textbox>
                  <w:txbxContent>
                    <w:p w14:paraId="26C5B323" w14:textId="77777777" w:rsidR="00635227" w:rsidRPr="00FE7926" w:rsidRDefault="00635227" w:rsidP="00635227">
                      <w:pPr>
                        <w:jc w:val="center"/>
                        <w:rPr>
                          <w:color w:val="4472C4" w:themeColor="accent1"/>
                          <w:sz w:val="28"/>
                          <w:szCs w:val="28"/>
                        </w:rPr>
                      </w:pPr>
                      <w:r w:rsidRPr="00FE7926">
                        <w:rPr>
                          <w:color w:val="4472C4" w:themeColor="accent1"/>
                          <w:sz w:val="28"/>
                          <w:szCs w:val="28"/>
                        </w:rPr>
                        <w:t>www.bluelayouts.org</w:t>
                      </w:r>
                    </w:p>
                    <w:p w14:paraId="0975FF1D" w14:textId="77777777" w:rsidR="00635227" w:rsidRPr="00FE7926" w:rsidRDefault="00635227" w:rsidP="00635227">
                      <w:pPr>
                        <w:jc w:val="center"/>
                        <w:rPr>
                          <w:color w:val="4472C4" w:themeColor="accent1"/>
                          <w:sz w:val="18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FCA">
        <w:rPr>
          <w:noProof/>
        </w:rPr>
        <w:object w:dxaOrig="1439" w:dyaOrig="1541" w14:anchorId="64826E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5" type="#_x0000_t75" style="position:absolute;margin-left:350.15pt;margin-top:243pt;width:77.05pt;height:77.05pt;z-index:251657216;mso-position-horizontal-relative:page;mso-position-vertical-relative:page" stroked="t" strokecolor="#969696" strokeweight="2.25pt">
            <v:imagedata r:id="rId5" o:title=""/>
            <o:lock v:ext="edit" aspectratio="f"/>
          </v:shape>
          <o:OLEObject Type="Embed" ProgID="ORPhoto.Object" ShapeID="_x0000_s1065" DrawAspect="Content" ObjectID="_1764860129" r:id="rId6">
            <o:FieldCodes>\s</o:FieldCodes>
          </o:OLEObject>
        </w:object>
      </w:r>
      <w:r w:rsidR="00270FCA">
        <w:rPr>
          <w:noProof/>
        </w:rPr>
        <w:object w:dxaOrig="1439" w:dyaOrig="1541" w14:anchorId="7AE8BE51">
          <v:shape id="_x0000_s1066" type="#_x0000_t75" style="position:absolute;margin-left:190pt;margin-top:243pt;width:77.05pt;height:77.05pt;z-index:251658240;mso-position-horizontal-relative:page;mso-position-vertical-relative:page" stroked="t" strokecolor="#969696" strokeweight="2.25pt">
            <v:imagedata r:id="rId5" o:title=""/>
            <o:lock v:ext="edit" aspectratio="f"/>
          </v:shape>
          <o:OLEObject Type="Embed" ProgID="ORPhoto.Object" ShapeID="_x0000_s1066" DrawAspect="Content" ObjectID="_1764860130" r:id="rId7">
            <o:FieldCodes>\s</o:FieldCodes>
          </o:OLEObject>
        </w:object>
      </w:r>
      <w:r w:rsidR="00270FCA">
        <w:rPr>
          <w:noProof/>
        </w:rPr>
        <w:object w:dxaOrig="1439" w:dyaOrig="1541" w14:anchorId="4DDA2488">
          <v:shape id="_x0000_s1058" type="#_x0000_t75" style="position:absolute;margin-left:347.8pt;margin-top:90pt;width:77.05pt;height:77.05pt;z-index:251655168;mso-position-horizontal-relative:page;mso-position-vertical-relative:page" stroked="t" strokecolor="#969696" strokeweight="2.25pt">
            <v:imagedata r:id="rId8" o:title=""/>
            <o:lock v:ext="edit" aspectratio="f"/>
          </v:shape>
          <o:OLEObject Type="Embed" ProgID="ORPhoto.Object" ShapeID="_x0000_s1058" DrawAspect="Content" ObjectID="_1764860131" r:id="rId9">
            <o:FieldCodes>\s</o:FieldCodes>
          </o:OLEObject>
        </w:object>
      </w:r>
      <w:r w:rsidR="00270FCA">
        <w:rPr>
          <w:noProof/>
        </w:rPr>
        <w:object w:dxaOrig="1439" w:dyaOrig="1541" w14:anchorId="44B86007">
          <v:shape id="_x0000_s1064" type="#_x0000_t75" style="position:absolute;margin-left:190pt;margin-top:90pt;width:77.05pt;height:77.05pt;z-index:251656192;mso-position-horizontal-relative:page;mso-position-vertical-relative:page" stroked="t" strokecolor="#969696" strokeweight="2.25pt">
            <v:imagedata r:id="rId5" o:title=""/>
            <o:lock v:ext="edit" aspectratio="f"/>
          </v:shape>
          <o:OLEObject Type="Embed" ProgID="ORPhoto.Object" ShapeID="_x0000_s1064" DrawAspect="Content" ObjectID="_1764860132" r:id="rId10">
            <o:FieldCodes>\s</o:FieldCodes>
          </o:OLEObject>
        </w:object>
      </w:r>
      <w:r w:rsidR="00635227">
        <w:rPr>
          <w:noProof/>
        </w:rPr>
        <w:drawing>
          <wp:anchor distT="0" distB="0" distL="114300" distR="114300" simplePos="0" relativeHeight="251653120" behindDoc="0" locked="0" layoutInCell="1" allowOverlap="1" wp14:anchorId="7048D896" wp14:editId="462DB9AA">
            <wp:simplePos x="0" y="0"/>
            <wp:positionH relativeFrom="page">
              <wp:posOffset>1623060</wp:posOffset>
            </wp:positionH>
            <wp:positionV relativeFrom="page">
              <wp:posOffset>5205095</wp:posOffset>
            </wp:positionV>
            <wp:extent cx="4548505" cy="4548505"/>
            <wp:effectExtent l="0" t="0" r="0" b="0"/>
            <wp:wrapNone/>
            <wp:docPr id="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454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227">
        <w:rPr>
          <w:noProof/>
        </w:rPr>
        <w:drawing>
          <wp:anchor distT="0" distB="0" distL="114300" distR="114300" simplePos="0" relativeHeight="251654144" behindDoc="0" locked="0" layoutInCell="1" allowOverlap="1" wp14:anchorId="35A9EFD9" wp14:editId="6400C6A8">
            <wp:simplePos x="0" y="0"/>
            <wp:positionH relativeFrom="page">
              <wp:posOffset>1623060</wp:posOffset>
            </wp:positionH>
            <wp:positionV relativeFrom="page">
              <wp:posOffset>341630</wp:posOffset>
            </wp:positionV>
            <wp:extent cx="4548505" cy="4548505"/>
            <wp:effectExtent l="0" t="0" r="0" b="0"/>
            <wp:wrapNone/>
            <wp:docPr id="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505" cy="454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FCA">
        <w:rPr>
          <w:noProof/>
        </w:rPr>
        <w:object w:dxaOrig="1439" w:dyaOrig="1541" w14:anchorId="53632D53">
          <v:shape id="_x0000_s1068" type="#_x0000_t75" style="position:absolute;margin-left:190pt;margin-top:471.65pt;width:77.05pt;height:77.05pt;z-index:251660288;mso-position-horizontal-relative:page;mso-position-vertical-relative:page" stroked="t" strokecolor="#969696" strokeweight="2.25pt">
            <v:imagedata r:id="rId8" o:title=""/>
            <o:lock v:ext="edit" aspectratio="f"/>
          </v:shape>
          <o:OLEObject Type="Embed" ProgID="ORPhoto.Object" ShapeID="_x0000_s1068" DrawAspect="Content" ObjectID="_1764860133" r:id="rId12">
            <o:FieldCodes>\s</o:FieldCodes>
          </o:OLEObject>
        </w:object>
      </w:r>
      <w:r w:rsidR="00270FCA">
        <w:rPr>
          <w:noProof/>
        </w:rPr>
        <w:object w:dxaOrig="1439" w:dyaOrig="1541" w14:anchorId="1ECEACA9">
          <v:shape id="_x0000_s1067" type="#_x0000_t75" style="position:absolute;margin-left:347.8pt;margin-top:471.65pt;width:77.05pt;height:77.05pt;z-index:251659264;mso-position-horizontal-relative:page;mso-position-vertical-relative:page" stroked="t" strokecolor="#969696" strokeweight="2.25pt">
            <v:imagedata r:id="rId8" o:title=""/>
            <o:lock v:ext="edit" aspectratio="f"/>
          </v:shape>
          <o:OLEObject Type="Embed" ProgID="ORPhoto.Object" ShapeID="_x0000_s1067" DrawAspect="Content" ObjectID="_1764860134" r:id="rId13">
            <o:FieldCodes>\s</o:FieldCodes>
          </o:OLEObject>
        </w:object>
      </w:r>
      <w:r w:rsidR="00270FCA">
        <w:rPr>
          <w:noProof/>
        </w:rPr>
        <w:object w:dxaOrig="1439" w:dyaOrig="1541" w14:anchorId="79C28B42">
          <v:shape id="_x0000_s1070" type="#_x0000_t75" style="position:absolute;margin-left:190pt;margin-top:624.8pt;width:77.05pt;height:77.05pt;z-index:251662336;mso-position-horizontal-relative:page;mso-position-vertical-relative:page" stroked="t" strokecolor="#969696" strokeweight="2.25pt">
            <v:imagedata r:id="rId8" o:title=""/>
            <o:lock v:ext="edit" aspectratio="f"/>
          </v:shape>
          <o:OLEObject Type="Embed" ProgID="ORPhoto.Object" ShapeID="_x0000_s1070" DrawAspect="Content" ObjectID="_1764860135" r:id="rId14">
            <o:FieldCodes>\s</o:FieldCodes>
          </o:OLEObject>
        </w:object>
      </w:r>
      <w:r w:rsidR="00270FCA">
        <w:rPr>
          <w:noProof/>
        </w:rPr>
        <w:object w:dxaOrig="1439" w:dyaOrig="1541" w14:anchorId="37656833">
          <v:shape id="_x0000_s1069" type="#_x0000_t75" style="position:absolute;margin-left:350.15pt;margin-top:624.8pt;width:77.05pt;height:77.05pt;z-index:251661312;mso-position-horizontal-relative:page;mso-position-vertical-relative:page" stroked="t" strokecolor="#969696" strokeweight="2.25pt">
            <v:imagedata r:id="rId8" o:title=""/>
            <o:lock v:ext="edit" aspectratio="f"/>
          </v:shape>
          <o:OLEObject Type="Embed" ProgID="ORPhoto.Object" ShapeID="_x0000_s1069" DrawAspect="Content" ObjectID="_1764860136" r:id="rId15">
            <o:FieldCodes>\s</o:FieldCodes>
          </o:OLEObject>
        </w:object>
      </w:r>
    </w:p>
    <w:sectPr w:rsidR="00270FCA">
      <w:pgSz w:w="12242" w:h="15842" w:code="1"/>
      <w:pgMar w:top="720" w:right="720" w:bottom="72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33415"/>
    <w:multiLevelType w:val="hybridMultilevel"/>
    <w:tmpl w:val="6040F3AE"/>
    <w:lvl w:ilvl="0" w:tplc="AF3C1CA6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640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227"/>
    <w:rsid w:val="00270FCA"/>
    <w:rsid w:val="00635227"/>
    <w:rsid w:val="00F5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ecimalSymbol w:val="."/>
  <w:listSeparator w:val=","/>
  <w14:docId w14:val="6CE65360"/>
  <w15:chartTrackingRefBased/>
  <w15:docId w15:val="{BF714EC2-CE98-401C-87A7-0DE35A5F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221"/>
    <w:rPr>
      <w:rFonts w:ascii="Tahoma" w:hAnsi="Tahoma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DTitle">
    <w:name w:val="CDTitle"/>
    <w:basedOn w:val="Normal"/>
    <w:pPr>
      <w:jc w:val="right"/>
    </w:pPr>
    <w:rPr>
      <w:rFonts w:ascii="Impact" w:hAnsi="Impact" w:cs="Arial"/>
      <w:color w:val="D38400"/>
      <w:sz w:val="42"/>
    </w:rPr>
  </w:style>
  <w:style w:type="paragraph" w:customStyle="1" w:styleId="CDDescription">
    <w:name w:val="CDDescription"/>
    <w:basedOn w:val="Normal"/>
    <w:pPr>
      <w:jc w:val="both"/>
    </w:pPr>
    <w:rPr>
      <w:rFonts w:ascii="Arial" w:hAnsi="Arial" w:cs="Arial"/>
      <w:color w:val="D38400"/>
      <w:sz w:val="16"/>
    </w:rPr>
  </w:style>
  <w:style w:type="paragraph" w:customStyle="1" w:styleId="CDSubTitle">
    <w:name w:val="CDSubTitle"/>
    <w:basedOn w:val="Normal"/>
    <w:rPr>
      <w:rFonts w:ascii="Arial" w:hAnsi="Arial" w:cs="Arial"/>
      <w:b/>
      <w:bCs/>
      <w:color w:val="D384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dRagon\Desktop\BLUE%20LAYOUTS%20WORKING\23%20DEC%20WORKING\New%20folder\Four%20Color%20Photos%20CD-DVD%20Label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Four Color Photos CD-DVD Label 1.dot</Template>
  <TotalTime>2</TotalTime>
  <Pages>1</Pages>
  <Words>2</Words>
  <Characters>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KMT</vt:lpstr>
    </vt:vector>
  </TitlesOfParts>
  <Company>KMT Software, Inc.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Four Color Photos CD-DVD Label 1</dc:title>
  <dc:subject>Four Color Photos CD-DVD Label 1</dc:subject>
  <dc:creator>RedRagon</dc:creator>
  <cp:keywords>CD Compact disc label labels DVD tag sticker ticket corporate cover identity envelope entity package</cp:keywords>
  <dc:description>Use this template to create a designer label for your CD or DVD. Insert necessary information in a flash.</dc:description>
  <cp:lastModifiedBy>QM22019</cp:lastModifiedBy>
  <cp:revision>2</cp:revision>
  <dcterms:created xsi:type="dcterms:W3CDTF">2023-12-23T13:07:00Z</dcterms:created>
  <dcterms:modified xsi:type="dcterms:W3CDTF">2023-12-23T13:09:00Z</dcterms:modified>
  <cp:category>Stationery Labels &amp; Cards\CD-DVD Labels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2</vt:lpwstr>
  </property>
  <property fmtid="{D5CDD505-2E9C-101B-9397-08002B2CF9AE}" pid="5" name="TemplateCategory">
    <vt:lpwstr/>
  </property>
  <property fmtid="{D5CDD505-2E9C-101B-9397-08002B2CF9AE}" pid="6" name="GrammarlyDocumentId">
    <vt:lpwstr>2a23aa56-42da-45d1-9077-e2ddddfa109b</vt:lpwstr>
  </property>
</Properties>
</file>